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463" w:type="dxa"/>
        <w:tblLook w:val="04A0" w:firstRow="1" w:lastRow="0" w:firstColumn="1" w:lastColumn="0" w:noHBand="0" w:noVBand="1"/>
      </w:tblPr>
      <w:tblGrid>
        <w:gridCol w:w="677"/>
        <w:gridCol w:w="607"/>
        <w:gridCol w:w="1288"/>
        <w:gridCol w:w="3382"/>
        <w:gridCol w:w="1592"/>
        <w:gridCol w:w="1917"/>
      </w:tblGrid>
      <w:tr w:rsidR="00330065" w:rsidRPr="00D313C7" w14:paraId="6E85A87B" w14:textId="77777777" w:rsidTr="00A24EB6">
        <w:tc>
          <w:tcPr>
            <w:tcW w:w="677" w:type="dxa"/>
            <w:vAlign w:val="bottom"/>
          </w:tcPr>
          <w:p w14:paraId="4CC02336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607" w:type="dxa"/>
            <w:vAlign w:val="bottom"/>
          </w:tcPr>
          <w:p w14:paraId="0213B7E5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QTY</w:t>
            </w:r>
          </w:p>
        </w:tc>
        <w:tc>
          <w:tcPr>
            <w:tcW w:w="1288" w:type="dxa"/>
            <w:vAlign w:val="bottom"/>
          </w:tcPr>
          <w:p w14:paraId="49828789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REFERE</w:t>
            </w:r>
            <w:r w:rsidR="00E14A65">
              <w:rPr>
                <w:rFonts w:ascii="Linear Helv Cond" w:hAnsi="Linear Helv Cond"/>
                <w:b/>
                <w:bCs/>
                <w:sz w:val="18"/>
                <w:szCs w:val="18"/>
              </w:rPr>
              <w:t>NCE</w:t>
            </w:r>
          </w:p>
        </w:tc>
        <w:tc>
          <w:tcPr>
            <w:tcW w:w="3382" w:type="dxa"/>
            <w:vAlign w:val="bottom"/>
          </w:tcPr>
          <w:p w14:paraId="2F966738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PART DESCRIPTION</w:t>
            </w:r>
          </w:p>
        </w:tc>
        <w:tc>
          <w:tcPr>
            <w:tcW w:w="1592" w:type="dxa"/>
            <w:vAlign w:val="bottom"/>
          </w:tcPr>
          <w:p w14:paraId="38028EA9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MANUFACTURER</w:t>
            </w:r>
          </w:p>
        </w:tc>
        <w:tc>
          <w:tcPr>
            <w:tcW w:w="1917" w:type="dxa"/>
            <w:vAlign w:val="bottom"/>
          </w:tcPr>
          <w:p w14:paraId="5527AF87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PART NUMBER</w:t>
            </w:r>
          </w:p>
        </w:tc>
      </w:tr>
      <w:tr w:rsidR="00911E27" w:rsidRPr="00911E27" w14:paraId="24460809" w14:textId="77777777" w:rsidTr="00A24EB6">
        <w:tc>
          <w:tcPr>
            <w:tcW w:w="677" w:type="dxa"/>
            <w:vAlign w:val="bottom"/>
          </w:tcPr>
          <w:p w14:paraId="189D59BE" w14:textId="38BE64AB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7" w:type="dxa"/>
            <w:vAlign w:val="bottom"/>
          </w:tcPr>
          <w:p w14:paraId="67888698" w14:textId="4A516D92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8" w:type="dxa"/>
            <w:vAlign w:val="bottom"/>
          </w:tcPr>
          <w:p w14:paraId="7BA05460" w14:textId="62C140C3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?</w:t>
            </w:r>
          </w:p>
        </w:tc>
        <w:tc>
          <w:tcPr>
            <w:tcW w:w="3382" w:type="dxa"/>
            <w:vAlign w:val="bottom"/>
          </w:tcPr>
          <w:p w14:paraId="50D1DAF0" w14:textId="716C27D4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PCB</w:t>
            </w:r>
          </w:p>
        </w:tc>
        <w:tc>
          <w:tcPr>
            <w:tcW w:w="1592" w:type="dxa"/>
            <w:vAlign w:val="bottom"/>
          </w:tcPr>
          <w:p w14:paraId="1DC910F7" w14:textId="267FC5C4" w:rsidR="00911E27" w:rsidRPr="00911E27" w:rsidRDefault="00A24EB6" w:rsidP="00911E27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ANALOG DEVICES</w:t>
            </w:r>
          </w:p>
        </w:tc>
        <w:tc>
          <w:tcPr>
            <w:tcW w:w="1917" w:type="dxa"/>
            <w:vAlign w:val="bottom"/>
          </w:tcPr>
          <w:p w14:paraId="459C9D29" w14:textId="4F2C318B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08_060170a</w:t>
            </w:r>
          </w:p>
        </w:tc>
      </w:tr>
      <w:tr w:rsidR="00911E27" w:rsidRPr="00911E27" w14:paraId="0499D15C" w14:textId="77777777" w:rsidTr="00A24EB6">
        <w:tc>
          <w:tcPr>
            <w:tcW w:w="677" w:type="dxa"/>
            <w:vAlign w:val="bottom"/>
          </w:tcPr>
          <w:p w14:paraId="2DAF0874" w14:textId="7B28C8DD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7" w:type="dxa"/>
            <w:vAlign w:val="bottom"/>
          </w:tcPr>
          <w:p w14:paraId="2EE4130C" w14:textId="30E56304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8" w:type="dxa"/>
            <w:vAlign w:val="bottom"/>
          </w:tcPr>
          <w:p w14:paraId="7EBB8314" w14:textId="2ADE5561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C1</w:t>
            </w:r>
          </w:p>
        </w:tc>
        <w:tc>
          <w:tcPr>
            <w:tcW w:w="3382" w:type="dxa"/>
            <w:vAlign w:val="bottom"/>
          </w:tcPr>
          <w:p w14:paraId="7AA0A0A8" w14:textId="2CD7FFA0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CAP 4.7</w:t>
            </w:r>
            <w:r w:rsidR="00E569D3">
              <w:rPr>
                <w:rFonts w:ascii="Calibri" w:hAnsi="Calibri" w:cs="Calibri"/>
                <w:color w:val="000000"/>
                <w:sz w:val="18"/>
                <w:szCs w:val="18"/>
              </w:rPr>
              <w:t>u</w:t>
            </w: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 25V </w:t>
            </w:r>
            <w:r w:rsidR="00E569D3">
              <w:rPr>
                <w:rFonts w:ascii="Calibri" w:hAnsi="Calibri" w:cs="Calibri"/>
                <w:color w:val="000000"/>
                <w:sz w:val="18"/>
                <w:szCs w:val="18"/>
              </w:rPr>
              <w:t>CER</w:t>
            </w: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X5R 0805</w:t>
            </w:r>
          </w:p>
        </w:tc>
        <w:tc>
          <w:tcPr>
            <w:tcW w:w="1592" w:type="dxa"/>
            <w:vAlign w:val="bottom"/>
          </w:tcPr>
          <w:p w14:paraId="7F4039C0" w14:textId="68852BAE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1917" w:type="dxa"/>
            <w:vAlign w:val="bottom"/>
          </w:tcPr>
          <w:p w14:paraId="5DF46A2B" w14:textId="68D82A2A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CL21A475KAQNNNG</w:t>
            </w:r>
          </w:p>
        </w:tc>
      </w:tr>
      <w:tr w:rsidR="00911E27" w:rsidRPr="00911E27" w14:paraId="11249217" w14:textId="77777777" w:rsidTr="00A24EB6">
        <w:tc>
          <w:tcPr>
            <w:tcW w:w="677" w:type="dxa"/>
            <w:vAlign w:val="bottom"/>
          </w:tcPr>
          <w:p w14:paraId="1C0172D1" w14:textId="66AEB0D5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07" w:type="dxa"/>
            <w:vAlign w:val="bottom"/>
          </w:tcPr>
          <w:p w14:paraId="7E9E7ED5" w14:textId="6B145649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8" w:type="dxa"/>
            <w:vAlign w:val="bottom"/>
          </w:tcPr>
          <w:p w14:paraId="2174B973" w14:textId="2E7E2A3A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C9,C10</w:t>
            </w:r>
          </w:p>
        </w:tc>
        <w:tc>
          <w:tcPr>
            <w:tcW w:w="3382" w:type="dxa"/>
            <w:vAlign w:val="bottom"/>
          </w:tcPr>
          <w:p w14:paraId="15FB4539" w14:textId="116C83D0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CAP 0.1</w:t>
            </w:r>
            <w:r w:rsidR="00E569D3">
              <w:rPr>
                <w:rFonts w:ascii="Calibri" w:hAnsi="Calibri" w:cs="Calibri"/>
                <w:color w:val="000000"/>
                <w:sz w:val="18"/>
                <w:szCs w:val="18"/>
              </w:rPr>
              <w:t>u</w:t>
            </w: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 50V </w:t>
            </w:r>
            <w:r w:rsidR="00E569D3">
              <w:rPr>
                <w:rFonts w:ascii="Calibri" w:hAnsi="Calibri" w:cs="Calibri"/>
                <w:color w:val="000000"/>
                <w:sz w:val="18"/>
                <w:szCs w:val="18"/>
              </w:rPr>
              <w:t>CER</w:t>
            </w: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X7R 0603</w:t>
            </w:r>
            <w:r w:rsidR="004928F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(Note )</w:t>
            </w:r>
          </w:p>
        </w:tc>
        <w:tc>
          <w:tcPr>
            <w:tcW w:w="1592" w:type="dxa"/>
            <w:vAlign w:val="bottom"/>
          </w:tcPr>
          <w:p w14:paraId="639B6A61" w14:textId="37358ECF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1917" w:type="dxa"/>
            <w:vAlign w:val="bottom"/>
          </w:tcPr>
          <w:p w14:paraId="5C4D00CD" w14:textId="47D672DC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CL10B104KB8NNNC</w:t>
            </w:r>
          </w:p>
        </w:tc>
      </w:tr>
      <w:tr w:rsidR="00911E27" w:rsidRPr="00911E27" w14:paraId="21E7D734" w14:textId="77777777" w:rsidTr="00A24EB6">
        <w:tc>
          <w:tcPr>
            <w:tcW w:w="677" w:type="dxa"/>
            <w:vAlign w:val="bottom"/>
          </w:tcPr>
          <w:p w14:paraId="4305391F" w14:textId="56C2C09B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07" w:type="dxa"/>
            <w:vAlign w:val="bottom"/>
          </w:tcPr>
          <w:p w14:paraId="3A6D4004" w14:textId="063F1374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8" w:type="dxa"/>
            <w:vAlign w:val="bottom"/>
          </w:tcPr>
          <w:p w14:paraId="0C3DA68F" w14:textId="3926D18E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C2,C3</w:t>
            </w:r>
          </w:p>
        </w:tc>
        <w:tc>
          <w:tcPr>
            <w:tcW w:w="3382" w:type="dxa"/>
            <w:vAlign w:val="bottom"/>
          </w:tcPr>
          <w:p w14:paraId="342B6BE8" w14:textId="4A5001E3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 w:rsidR="004B272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1uF </w:t>
            </w:r>
            <w:r w:rsidR="0049175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50V </w:t>
            </w: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CER X7R</w:t>
            </w:r>
            <w:r w:rsidR="0049175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0805</w:t>
            </w:r>
          </w:p>
        </w:tc>
        <w:tc>
          <w:tcPr>
            <w:tcW w:w="1592" w:type="dxa"/>
            <w:vAlign w:val="bottom"/>
          </w:tcPr>
          <w:p w14:paraId="00D7605A" w14:textId="4E68BB6E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1917" w:type="dxa"/>
            <w:vAlign w:val="bottom"/>
          </w:tcPr>
          <w:p w14:paraId="61981198" w14:textId="09014774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CL21B105KBFNNNE</w:t>
            </w:r>
          </w:p>
        </w:tc>
      </w:tr>
      <w:tr w:rsidR="00911E27" w:rsidRPr="00911E27" w14:paraId="6DE9F5E2" w14:textId="77777777" w:rsidTr="00A24EB6">
        <w:tc>
          <w:tcPr>
            <w:tcW w:w="677" w:type="dxa"/>
            <w:vAlign w:val="bottom"/>
          </w:tcPr>
          <w:p w14:paraId="5637A2CE" w14:textId="0863E35D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07" w:type="dxa"/>
            <w:vAlign w:val="bottom"/>
          </w:tcPr>
          <w:p w14:paraId="2F6DAC87" w14:textId="3CD9F007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8" w:type="dxa"/>
            <w:vAlign w:val="bottom"/>
          </w:tcPr>
          <w:p w14:paraId="1D807BE8" w14:textId="2142104D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C4</w:t>
            </w:r>
          </w:p>
        </w:tc>
        <w:tc>
          <w:tcPr>
            <w:tcW w:w="3382" w:type="dxa"/>
            <w:vAlign w:val="bottom"/>
          </w:tcPr>
          <w:p w14:paraId="651E23FC" w14:textId="05C5C66F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 w:rsidR="00881D5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0.1uF </w:t>
            </w:r>
            <w:r w:rsidR="00503D2E">
              <w:rPr>
                <w:rFonts w:ascii="Calibri" w:hAnsi="Calibri" w:cs="Calibri"/>
                <w:color w:val="000000"/>
                <w:sz w:val="18"/>
                <w:szCs w:val="18"/>
              </w:rPr>
              <w:t>100V CE</w:t>
            </w: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R X7R</w:t>
            </w:r>
            <w:r w:rsidR="00796B4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321CE9">
              <w:rPr>
                <w:rFonts w:ascii="Calibri" w:hAnsi="Calibri" w:cs="Calibri"/>
                <w:color w:val="000000"/>
                <w:sz w:val="18"/>
                <w:szCs w:val="18"/>
              </w:rPr>
              <w:t>0603</w:t>
            </w:r>
          </w:p>
        </w:tc>
        <w:tc>
          <w:tcPr>
            <w:tcW w:w="1592" w:type="dxa"/>
            <w:vAlign w:val="bottom"/>
          </w:tcPr>
          <w:p w14:paraId="505756EF" w14:textId="3795B451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1917" w:type="dxa"/>
            <w:vAlign w:val="bottom"/>
          </w:tcPr>
          <w:p w14:paraId="41AEE73D" w14:textId="111EE557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CL10B104KC8NNNC</w:t>
            </w:r>
          </w:p>
        </w:tc>
      </w:tr>
      <w:tr w:rsidR="00911E27" w:rsidRPr="00911E27" w14:paraId="7AA268E1" w14:textId="77777777" w:rsidTr="00A24EB6">
        <w:tc>
          <w:tcPr>
            <w:tcW w:w="677" w:type="dxa"/>
            <w:vAlign w:val="bottom"/>
          </w:tcPr>
          <w:p w14:paraId="438AE06E" w14:textId="7B160D38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07" w:type="dxa"/>
            <w:vAlign w:val="bottom"/>
          </w:tcPr>
          <w:p w14:paraId="41D0A338" w14:textId="0FDA20CD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88" w:type="dxa"/>
            <w:vAlign w:val="bottom"/>
          </w:tcPr>
          <w:p w14:paraId="7C126B37" w14:textId="7E781A08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C5,C6,C7</w:t>
            </w:r>
          </w:p>
        </w:tc>
        <w:tc>
          <w:tcPr>
            <w:tcW w:w="3382" w:type="dxa"/>
            <w:vAlign w:val="bottom"/>
          </w:tcPr>
          <w:p w14:paraId="69A80EF2" w14:textId="263F7D5F" w:rsidR="00911E27" w:rsidRPr="00911E27" w:rsidRDefault="000972E7" w:rsidP="00911E27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 w:rsidR="00E94C0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TBD </w:t>
            </w:r>
            <w:r w:rsidR="006807A4">
              <w:rPr>
                <w:rFonts w:ascii="Calibri" w:hAnsi="Calibri" w:cs="Calibri"/>
                <w:color w:val="000000"/>
                <w:sz w:val="18"/>
                <w:szCs w:val="18"/>
              </w:rPr>
              <w:t>CER 0805</w:t>
            </w:r>
            <w:r w:rsidR="00320B7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(Note )</w:t>
            </w:r>
          </w:p>
        </w:tc>
        <w:tc>
          <w:tcPr>
            <w:tcW w:w="1592" w:type="dxa"/>
            <w:vAlign w:val="bottom"/>
          </w:tcPr>
          <w:p w14:paraId="6F523E64" w14:textId="1E248B04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TBD0805</w:t>
            </w:r>
          </w:p>
        </w:tc>
        <w:tc>
          <w:tcPr>
            <w:tcW w:w="1917" w:type="dxa"/>
            <w:vAlign w:val="bottom"/>
          </w:tcPr>
          <w:p w14:paraId="4130726C" w14:textId="6950F6EC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TBD0805</w:t>
            </w:r>
          </w:p>
        </w:tc>
      </w:tr>
      <w:tr w:rsidR="00911E27" w:rsidRPr="00911E27" w14:paraId="4FBF233C" w14:textId="77777777" w:rsidTr="00A24EB6">
        <w:tc>
          <w:tcPr>
            <w:tcW w:w="677" w:type="dxa"/>
            <w:vAlign w:val="bottom"/>
          </w:tcPr>
          <w:p w14:paraId="439E832A" w14:textId="18062484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07" w:type="dxa"/>
            <w:vAlign w:val="bottom"/>
          </w:tcPr>
          <w:p w14:paraId="331AACD0" w14:textId="3E290D4C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8" w:type="dxa"/>
            <w:vAlign w:val="bottom"/>
          </w:tcPr>
          <w:p w14:paraId="21647723" w14:textId="608BB0B9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C8</w:t>
            </w:r>
          </w:p>
        </w:tc>
        <w:tc>
          <w:tcPr>
            <w:tcW w:w="3382" w:type="dxa"/>
            <w:vAlign w:val="bottom"/>
          </w:tcPr>
          <w:p w14:paraId="263B4FCF" w14:textId="5A24D2C0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 w:rsidR="002F38D4">
              <w:rPr>
                <w:rFonts w:ascii="Calibri" w:hAnsi="Calibri" w:cs="Calibri"/>
                <w:color w:val="000000"/>
                <w:sz w:val="18"/>
                <w:szCs w:val="18"/>
              </w:rPr>
              <w:t>10pF</w:t>
            </w:r>
            <w:r w:rsidR="00FB5A1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50V</w:t>
            </w:r>
            <w:r w:rsidR="00F070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CER NP0 0805</w:t>
            </w:r>
          </w:p>
        </w:tc>
        <w:tc>
          <w:tcPr>
            <w:tcW w:w="1592" w:type="dxa"/>
            <w:vAlign w:val="bottom"/>
          </w:tcPr>
          <w:p w14:paraId="4C7186B9" w14:textId="46630FAE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AVX</w:t>
            </w:r>
          </w:p>
        </w:tc>
        <w:tc>
          <w:tcPr>
            <w:tcW w:w="1917" w:type="dxa"/>
            <w:vAlign w:val="bottom"/>
          </w:tcPr>
          <w:p w14:paraId="3A4A4ED5" w14:textId="621D9E0A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08055A100JAT2A</w:t>
            </w:r>
          </w:p>
        </w:tc>
      </w:tr>
      <w:tr w:rsidR="00911E27" w:rsidRPr="00911E27" w14:paraId="5190F7C5" w14:textId="77777777" w:rsidTr="00A24EB6">
        <w:tc>
          <w:tcPr>
            <w:tcW w:w="677" w:type="dxa"/>
            <w:vAlign w:val="bottom"/>
          </w:tcPr>
          <w:p w14:paraId="72B7972D" w14:textId="3EB3A981" w:rsidR="00911E27" w:rsidRPr="00911E27" w:rsidRDefault="00911E27" w:rsidP="00911E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07" w:type="dxa"/>
            <w:vAlign w:val="bottom"/>
          </w:tcPr>
          <w:p w14:paraId="082F8626" w14:textId="47EFF89F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8" w:type="dxa"/>
            <w:vAlign w:val="bottom"/>
          </w:tcPr>
          <w:p w14:paraId="223A0964" w14:textId="6A0780F2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D1</w:t>
            </w:r>
          </w:p>
        </w:tc>
        <w:tc>
          <w:tcPr>
            <w:tcW w:w="3382" w:type="dxa"/>
            <w:vAlign w:val="bottom"/>
          </w:tcPr>
          <w:p w14:paraId="278713E7" w14:textId="04E78D10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DIODE SCHOTTKY BARRIER RECTIFIER</w:t>
            </w:r>
          </w:p>
        </w:tc>
        <w:tc>
          <w:tcPr>
            <w:tcW w:w="1592" w:type="dxa"/>
            <w:vAlign w:val="bottom"/>
          </w:tcPr>
          <w:p w14:paraId="04133ED7" w14:textId="140A6743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DIODES INC</w:t>
            </w:r>
          </w:p>
        </w:tc>
        <w:tc>
          <w:tcPr>
            <w:tcW w:w="1917" w:type="dxa"/>
            <w:vAlign w:val="bottom"/>
          </w:tcPr>
          <w:p w14:paraId="715E813D" w14:textId="2544CB76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B0540W-7-F</w:t>
            </w:r>
          </w:p>
        </w:tc>
      </w:tr>
      <w:tr w:rsidR="00911E27" w:rsidRPr="00911E27" w14:paraId="50FF4708" w14:textId="77777777" w:rsidTr="00A24EB6">
        <w:tc>
          <w:tcPr>
            <w:tcW w:w="677" w:type="dxa"/>
            <w:vAlign w:val="bottom"/>
          </w:tcPr>
          <w:p w14:paraId="417E2F16" w14:textId="0D7A93A1" w:rsidR="00911E27" w:rsidRPr="00911E27" w:rsidRDefault="00911E27" w:rsidP="00911E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07" w:type="dxa"/>
            <w:vAlign w:val="bottom"/>
          </w:tcPr>
          <w:p w14:paraId="20E135C3" w14:textId="5C21C7B3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8" w:type="dxa"/>
            <w:vAlign w:val="bottom"/>
          </w:tcPr>
          <w:p w14:paraId="7AD83A5A" w14:textId="3CEAB8A7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INPUT</w:t>
            </w:r>
          </w:p>
        </w:tc>
        <w:tc>
          <w:tcPr>
            <w:tcW w:w="3382" w:type="dxa"/>
            <w:vAlign w:val="bottom"/>
          </w:tcPr>
          <w:p w14:paraId="54437798" w14:textId="4A355042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CONN MALE 3POS 2.54MM PITCH R/A</w:t>
            </w:r>
          </w:p>
        </w:tc>
        <w:tc>
          <w:tcPr>
            <w:tcW w:w="1592" w:type="dxa"/>
            <w:vAlign w:val="bottom"/>
          </w:tcPr>
          <w:p w14:paraId="3B4FE773" w14:textId="4B40F94F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1917" w:type="dxa"/>
            <w:vAlign w:val="bottom"/>
          </w:tcPr>
          <w:p w14:paraId="036EE978" w14:textId="5B3E41EF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PBC03SBAN</w:t>
            </w:r>
          </w:p>
        </w:tc>
      </w:tr>
      <w:tr w:rsidR="00911E27" w:rsidRPr="00911E27" w14:paraId="36CCEFA2" w14:textId="77777777" w:rsidTr="00A24EB6">
        <w:tc>
          <w:tcPr>
            <w:tcW w:w="677" w:type="dxa"/>
            <w:vAlign w:val="bottom"/>
          </w:tcPr>
          <w:p w14:paraId="6C54DEB6" w14:textId="327E5231" w:rsidR="00911E27" w:rsidRPr="00911E27" w:rsidRDefault="00911E27" w:rsidP="00911E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07" w:type="dxa"/>
            <w:vAlign w:val="bottom"/>
          </w:tcPr>
          <w:p w14:paraId="0EF0E009" w14:textId="16F6F300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8" w:type="dxa"/>
            <w:vAlign w:val="bottom"/>
          </w:tcPr>
          <w:p w14:paraId="49CF6CBF" w14:textId="13BAB85C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L1,L2</w:t>
            </w:r>
          </w:p>
        </w:tc>
        <w:tc>
          <w:tcPr>
            <w:tcW w:w="3382" w:type="dxa"/>
            <w:vAlign w:val="bottom"/>
          </w:tcPr>
          <w:p w14:paraId="358BAD0F" w14:textId="45647F99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IND </w:t>
            </w:r>
            <w:r w:rsidR="0093436D">
              <w:rPr>
                <w:rFonts w:ascii="Calibri" w:hAnsi="Calibri" w:cs="Calibri"/>
                <w:color w:val="000000"/>
                <w:sz w:val="18"/>
                <w:szCs w:val="18"/>
              </w:rPr>
              <w:t>10uH</w:t>
            </w: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0.45A 0.3</w:t>
            </w:r>
            <w:r w:rsidR="0093436D">
              <w:rPr>
                <w:rFonts w:ascii="Calibri" w:hAnsi="Calibri" w:cs="Calibri"/>
                <w:color w:val="000000"/>
                <w:sz w:val="18"/>
                <w:szCs w:val="18"/>
              </w:rPr>
              <w:t>9-OHM</w:t>
            </w:r>
          </w:p>
        </w:tc>
        <w:tc>
          <w:tcPr>
            <w:tcW w:w="1592" w:type="dxa"/>
            <w:vAlign w:val="bottom"/>
          </w:tcPr>
          <w:p w14:paraId="4A7AF1D7" w14:textId="7467D5E7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MURATA</w:t>
            </w:r>
          </w:p>
        </w:tc>
        <w:tc>
          <w:tcPr>
            <w:tcW w:w="1917" w:type="dxa"/>
            <w:vAlign w:val="bottom"/>
          </w:tcPr>
          <w:p w14:paraId="699C9354" w14:textId="7E746661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LQH32CN100K53L</w:t>
            </w:r>
          </w:p>
        </w:tc>
      </w:tr>
      <w:tr w:rsidR="00911E27" w:rsidRPr="00911E27" w14:paraId="562A9F53" w14:textId="77777777" w:rsidTr="00A24EB6">
        <w:tc>
          <w:tcPr>
            <w:tcW w:w="677" w:type="dxa"/>
            <w:vAlign w:val="bottom"/>
          </w:tcPr>
          <w:p w14:paraId="6F11E5D4" w14:textId="3323FF50" w:rsidR="00911E27" w:rsidRPr="00911E27" w:rsidRDefault="00911E27" w:rsidP="00911E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07" w:type="dxa"/>
            <w:vAlign w:val="bottom"/>
          </w:tcPr>
          <w:p w14:paraId="1CAAD6E7" w14:textId="1AD4F9BB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8" w:type="dxa"/>
            <w:vAlign w:val="bottom"/>
          </w:tcPr>
          <w:p w14:paraId="31A9EC10" w14:textId="77777777" w:rsidR="00911E27" w:rsidRDefault="00911E27" w:rsidP="00911E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OUTPUT+,</w:t>
            </w:r>
          </w:p>
          <w:p w14:paraId="61030A26" w14:textId="448EB45B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OUTPUT-</w:t>
            </w:r>
          </w:p>
        </w:tc>
        <w:tc>
          <w:tcPr>
            <w:tcW w:w="3382" w:type="dxa"/>
            <w:vAlign w:val="bottom"/>
          </w:tcPr>
          <w:p w14:paraId="4CA9306A" w14:textId="0C506A70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CONN FEMALE 3POS 2.54MM PITCH R/A</w:t>
            </w:r>
          </w:p>
        </w:tc>
        <w:tc>
          <w:tcPr>
            <w:tcW w:w="1592" w:type="dxa"/>
            <w:vAlign w:val="bottom"/>
          </w:tcPr>
          <w:p w14:paraId="11B33FD5" w14:textId="038DF18D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1917" w:type="dxa"/>
            <w:vAlign w:val="bottom"/>
          </w:tcPr>
          <w:p w14:paraId="24A48262" w14:textId="5288A168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PPPC031LGBN-RC</w:t>
            </w:r>
          </w:p>
        </w:tc>
      </w:tr>
      <w:tr w:rsidR="00911E27" w:rsidRPr="00911E27" w14:paraId="225CDFE3" w14:textId="77777777" w:rsidTr="00A24EB6">
        <w:tc>
          <w:tcPr>
            <w:tcW w:w="677" w:type="dxa"/>
            <w:vAlign w:val="bottom"/>
          </w:tcPr>
          <w:p w14:paraId="3C2F160F" w14:textId="07066DEB" w:rsidR="00911E27" w:rsidRPr="00911E27" w:rsidRDefault="00911E27" w:rsidP="00911E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07" w:type="dxa"/>
            <w:vAlign w:val="bottom"/>
          </w:tcPr>
          <w:p w14:paraId="756E0E4B" w14:textId="777D2D48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8" w:type="dxa"/>
            <w:vAlign w:val="bottom"/>
          </w:tcPr>
          <w:p w14:paraId="1A275314" w14:textId="0418912B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P1,P2</w:t>
            </w:r>
          </w:p>
        </w:tc>
        <w:tc>
          <w:tcPr>
            <w:tcW w:w="3382" w:type="dxa"/>
            <w:vAlign w:val="bottom"/>
          </w:tcPr>
          <w:p w14:paraId="71AAD53E" w14:textId="2D5C74DF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CONN-PCB 3POS HEADER WIRE TO BRD WAFER ASSY STRAIGHT 2MM PITCH</w:t>
            </w:r>
          </w:p>
        </w:tc>
        <w:tc>
          <w:tcPr>
            <w:tcW w:w="1592" w:type="dxa"/>
            <w:vAlign w:val="bottom"/>
          </w:tcPr>
          <w:p w14:paraId="41C3A774" w14:textId="5EADD431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MOLEX</w:t>
            </w:r>
          </w:p>
        </w:tc>
        <w:tc>
          <w:tcPr>
            <w:tcW w:w="1917" w:type="dxa"/>
            <w:vAlign w:val="bottom"/>
          </w:tcPr>
          <w:p w14:paraId="09FBF7C4" w14:textId="5EA4EA85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53253-0370</w:t>
            </w:r>
          </w:p>
        </w:tc>
      </w:tr>
      <w:tr w:rsidR="00911E27" w:rsidRPr="00911E27" w14:paraId="43E6E2FE" w14:textId="77777777" w:rsidTr="00A24EB6">
        <w:tc>
          <w:tcPr>
            <w:tcW w:w="677" w:type="dxa"/>
            <w:vAlign w:val="bottom"/>
          </w:tcPr>
          <w:p w14:paraId="6005DE74" w14:textId="1CB37949" w:rsidR="00911E27" w:rsidRPr="00911E27" w:rsidRDefault="00911E27" w:rsidP="00911E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07" w:type="dxa"/>
            <w:vAlign w:val="bottom"/>
          </w:tcPr>
          <w:p w14:paraId="5C3403EC" w14:textId="183F25C2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8" w:type="dxa"/>
            <w:vAlign w:val="bottom"/>
          </w:tcPr>
          <w:p w14:paraId="52875145" w14:textId="3D85C5CF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R1,R4</w:t>
            </w:r>
          </w:p>
        </w:tc>
        <w:tc>
          <w:tcPr>
            <w:tcW w:w="3382" w:type="dxa"/>
            <w:vAlign w:val="bottom"/>
          </w:tcPr>
          <w:p w14:paraId="2C45AA6C" w14:textId="6D5E47D6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4.53M 1% </w:t>
            </w:r>
            <w:r w:rsidR="00766303">
              <w:rPr>
                <w:rFonts w:ascii="Calibri" w:hAnsi="Calibri" w:cs="Calibri"/>
                <w:color w:val="000000"/>
                <w:sz w:val="18"/>
                <w:szCs w:val="18"/>
              </w:rPr>
              <w:t>THICK FILM</w:t>
            </w: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0805</w:t>
            </w:r>
          </w:p>
        </w:tc>
        <w:tc>
          <w:tcPr>
            <w:tcW w:w="1592" w:type="dxa"/>
            <w:vAlign w:val="bottom"/>
          </w:tcPr>
          <w:p w14:paraId="07A7A95C" w14:textId="4AC60EF9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VISHAY</w:t>
            </w:r>
          </w:p>
        </w:tc>
        <w:tc>
          <w:tcPr>
            <w:tcW w:w="1917" w:type="dxa"/>
            <w:vAlign w:val="bottom"/>
          </w:tcPr>
          <w:p w14:paraId="4618E3C5" w14:textId="77C5E50D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CRCW08054M53FKEA</w:t>
            </w:r>
          </w:p>
        </w:tc>
      </w:tr>
      <w:tr w:rsidR="00911E27" w:rsidRPr="00911E27" w14:paraId="46535705" w14:textId="77777777" w:rsidTr="00A24EB6">
        <w:tc>
          <w:tcPr>
            <w:tcW w:w="677" w:type="dxa"/>
            <w:vAlign w:val="bottom"/>
          </w:tcPr>
          <w:p w14:paraId="0B9F0FBB" w14:textId="2C409FBE" w:rsidR="00911E27" w:rsidRPr="00911E27" w:rsidRDefault="00911E27" w:rsidP="00911E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07" w:type="dxa"/>
            <w:vAlign w:val="bottom"/>
          </w:tcPr>
          <w:p w14:paraId="702B2A29" w14:textId="49984E08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8" w:type="dxa"/>
            <w:vAlign w:val="bottom"/>
          </w:tcPr>
          <w:p w14:paraId="37D5912B" w14:textId="77777777" w:rsidR="00911E27" w:rsidRDefault="00911E27" w:rsidP="00911E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R6,R8,R10,</w:t>
            </w:r>
          </w:p>
          <w:p w14:paraId="42FD4DB2" w14:textId="5ED1F5F5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R11,R13,R14</w:t>
            </w:r>
          </w:p>
        </w:tc>
        <w:tc>
          <w:tcPr>
            <w:tcW w:w="3382" w:type="dxa"/>
            <w:vAlign w:val="bottom"/>
          </w:tcPr>
          <w:p w14:paraId="0A9A8799" w14:textId="677ED583" w:rsidR="00911E27" w:rsidRPr="00911E27" w:rsidRDefault="00023FA9" w:rsidP="00911E27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RES</w:t>
            </w:r>
            <w:r w:rsidR="00A8432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TBD THICK FILM</w:t>
            </w:r>
            <w:r w:rsidR="002E0C9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0805</w:t>
            </w:r>
            <w:r w:rsidR="00320B7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(Note )</w:t>
            </w:r>
            <w:bookmarkStart w:id="0" w:name="_GoBack"/>
            <w:bookmarkEnd w:id="0"/>
          </w:p>
        </w:tc>
        <w:tc>
          <w:tcPr>
            <w:tcW w:w="1592" w:type="dxa"/>
            <w:vAlign w:val="bottom"/>
          </w:tcPr>
          <w:p w14:paraId="6550BB91" w14:textId="713D8DF5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917" w:type="dxa"/>
            <w:vAlign w:val="bottom"/>
          </w:tcPr>
          <w:p w14:paraId="65389259" w14:textId="7DF72CDF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TBD</w:t>
            </w:r>
          </w:p>
        </w:tc>
      </w:tr>
      <w:tr w:rsidR="00911E27" w:rsidRPr="00911E27" w14:paraId="524D7648" w14:textId="77777777" w:rsidTr="00A24EB6">
        <w:tc>
          <w:tcPr>
            <w:tcW w:w="677" w:type="dxa"/>
            <w:vAlign w:val="bottom"/>
          </w:tcPr>
          <w:p w14:paraId="063E29DF" w14:textId="463CF4AB" w:rsidR="00911E27" w:rsidRPr="00911E27" w:rsidRDefault="00911E27" w:rsidP="00911E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07" w:type="dxa"/>
            <w:vAlign w:val="bottom"/>
          </w:tcPr>
          <w:p w14:paraId="19D8F554" w14:textId="72F6587A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88" w:type="dxa"/>
            <w:vAlign w:val="bottom"/>
          </w:tcPr>
          <w:p w14:paraId="33485C87" w14:textId="088E2170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R5,R7,R9,R12</w:t>
            </w:r>
          </w:p>
        </w:tc>
        <w:tc>
          <w:tcPr>
            <w:tcW w:w="3382" w:type="dxa"/>
            <w:vAlign w:val="bottom"/>
          </w:tcPr>
          <w:p w14:paraId="7A1265AE" w14:textId="20FBDBD1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0B48C4">
              <w:rPr>
                <w:rFonts w:ascii="Calibri" w:hAnsi="Calibri" w:cs="Calibri"/>
                <w:color w:val="000000"/>
                <w:sz w:val="18"/>
                <w:szCs w:val="18"/>
              </w:rPr>
              <w:t>0-OHM 1% THICK FILM 0805</w:t>
            </w:r>
          </w:p>
        </w:tc>
        <w:tc>
          <w:tcPr>
            <w:tcW w:w="1592" w:type="dxa"/>
            <w:vAlign w:val="bottom"/>
          </w:tcPr>
          <w:p w14:paraId="2ED3BEB8" w14:textId="2C1B18FE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VISHAY</w:t>
            </w:r>
          </w:p>
        </w:tc>
        <w:tc>
          <w:tcPr>
            <w:tcW w:w="1917" w:type="dxa"/>
            <w:vAlign w:val="bottom"/>
          </w:tcPr>
          <w:p w14:paraId="0C487216" w14:textId="26F64D1B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CRCW08050000Z0EA</w:t>
            </w:r>
          </w:p>
        </w:tc>
      </w:tr>
      <w:tr w:rsidR="00911E27" w:rsidRPr="00911E27" w14:paraId="0DEA4D34" w14:textId="77777777" w:rsidTr="00A24EB6">
        <w:tc>
          <w:tcPr>
            <w:tcW w:w="677" w:type="dxa"/>
            <w:vAlign w:val="bottom"/>
          </w:tcPr>
          <w:p w14:paraId="00BF7C28" w14:textId="2B832A40" w:rsidR="00911E27" w:rsidRPr="00911E27" w:rsidRDefault="00911E27" w:rsidP="00911E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07" w:type="dxa"/>
            <w:vAlign w:val="bottom"/>
          </w:tcPr>
          <w:p w14:paraId="4D0AAF65" w14:textId="6FAD3CC6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8" w:type="dxa"/>
            <w:vAlign w:val="bottom"/>
          </w:tcPr>
          <w:p w14:paraId="2DF79D9F" w14:textId="4FA57CD6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R2</w:t>
            </w:r>
          </w:p>
        </w:tc>
        <w:tc>
          <w:tcPr>
            <w:tcW w:w="3382" w:type="dxa"/>
            <w:vAlign w:val="bottom"/>
          </w:tcPr>
          <w:p w14:paraId="0F66993B" w14:textId="39DB26E8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RES 301</w:t>
            </w:r>
            <w:r w:rsidR="000B48C4">
              <w:rPr>
                <w:rFonts w:ascii="Calibri" w:hAnsi="Calibri" w:cs="Calibri"/>
                <w:color w:val="000000"/>
                <w:sz w:val="18"/>
                <w:szCs w:val="18"/>
              </w:rPr>
              <w:t>K</w:t>
            </w: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1% </w:t>
            </w:r>
            <w:r w:rsidR="000B48C4">
              <w:rPr>
                <w:rFonts w:ascii="Calibri" w:hAnsi="Calibri" w:cs="Calibri"/>
                <w:color w:val="000000"/>
                <w:sz w:val="18"/>
                <w:szCs w:val="18"/>
              </w:rPr>
              <w:t>THICK FILM</w:t>
            </w: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0805</w:t>
            </w:r>
          </w:p>
        </w:tc>
        <w:tc>
          <w:tcPr>
            <w:tcW w:w="1592" w:type="dxa"/>
            <w:vAlign w:val="bottom"/>
          </w:tcPr>
          <w:p w14:paraId="6E11364F" w14:textId="1521C605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1917" w:type="dxa"/>
            <w:vAlign w:val="bottom"/>
          </w:tcPr>
          <w:p w14:paraId="255D78A6" w14:textId="51F8C71F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ERA-6AEB3013V</w:t>
            </w:r>
          </w:p>
        </w:tc>
      </w:tr>
      <w:tr w:rsidR="00911E27" w:rsidRPr="00911E27" w14:paraId="799897E2" w14:textId="77777777" w:rsidTr="00A24EB6">
        <w:tc>
          <w:tcPr>
            <w:tcW w:w="677" w:type="dxa"/>
            <w:vAlign w:val="bottom"/>
          </w:tcPr>
          <w:p w14:paraId="70A06FA5" w14:textId="61F8A2D4" w:rsidR="00911E27" w:rsidRPr="00911E27" w:rsidRDefault="00911E27" w:rsidP="00911E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07" w:type="dxa"/>
            <w:vAlign w:val="bottom"/>
          </w:tcPr>
          <w:p w14:paraId="55E81024" w14:textId="64016CE4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8" w:type="dxa"/>
            <w:vAlign w:val="bottom"/>
          </w:tcPr>
          <w:p w14:paraId="42C01104" w14:textId="1AB2EB98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R3</w:t>
            </w:r>
          </w:p>
        </w:tc>
        <w:tc>
          <w:tcPr>
            <w:tcW w:w="3382" w:type="dxa"/>
            <w:vAlign w:val="bottom"/>
          </w:tcPr>
          <w:p w14:paraId="5D599B6C" w14:textId="3B7ECF4F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280K 1% </w:t>
            </w:r>
            <w:r w:rsidR="00CD40DA">
              <w:rPr>
                <w:rFonts w:ascii="Calibri" w:hAnsi="Calibri" w:cs="Calibri"/>
                <w:color w:val="000000"/>
                <w:sz w:val="18"/>
                <w:szCs w:val="18"/>
              </w:rPr>
              <w:t>THICK FILM</w:t>
            </w: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0805</w:t>
            </w:r>
          </w:p>
        </w:tc>
        <w:tc>
          <w:tcPr>
            <w:tcW w:w="1592" w:type="dxa"/>
            <w:vAlign w:val="bottom"/>
          </w:tcPr>
          <w:p w14:paraId="51AC5753" w14:textId="3193AB54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1917" w:type="dxa"/>
            <w:vAlign w:val="bottom"/>
          </w:tcPr>
          <w:p w14:paraId="5B9EE3DE" w14:textId="4FFBC096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ERA-6AEB2803V</w:t>
            </w:r>
          </w:p>
        </w:tc>
      </w:tr>
      <w:tr w:rsidR="00911E27" w:rsidRPr="00911E27" w14:paraId="2678FE62" w14:textId="77777777" w:rsidTr="00A24EB6">
        <w:tc>
          <w:tcPr>
            <w:tcW w:w="677" w:type="dxa"/>
            <w:vAlign w:val="bottom"/>
          </w:tcPr>
          <w:p w14:paraId="6E07A9F1" w14:textId="1A8B8718" w:rsidR="00911E27" w:rsidRPr="00911E27" w:rsidRDefault="00911E27" w:rsidP="00911E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07" w:type="dxa"/>
            <w:vAlign w:val="bottom"/>
          </w:tcPr>
          <w:p w14:paraId="370F71AC" w14:textId="25BB5580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8" w:type="dxa"/>
            <w:vAlign w:val="bottom"/>
          </w:tcPr>
          <w:p w14:paraId="66889558" w14:textId="5D04F57E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U1</w:t>
            </w:r>
          </w:p>
        </w:tc>
        <w:tc>
          <w:tcPr>
            <w:tcW w:w="3382" w:type="dxa"/>
            <w:vAlign w:val="bottom"/>
          </w:tcPr>
          <w:p w14:paraId="20D64436" w14:textId="1E4F7539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IC DUAL MICROPOWER DC/DC CONVERTER WITH SCHOTTKY DIODES</w:t>
            </w:r>
          </w:p>
        </w:tc>
        <w:tc>
          <w:tcPr>
            <w:tcW w:w="1592" w:type="dxa"/>
            <w:vAlign w:val="bottom"/>
          </w:tcPr>
          <w:p w14:paraId="57038D07" w14:textId="40AFAD2A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ANALOG DEVICES</w:t>
            </w:r>
          </w:p>
        </w:tc>
        <w:tc>
          <w:tcPr>
            <w:tcW w:w="1917" w:type="dxa"/>
            <w:vAlign w:val="bottom"/>
          </w:tcPr>
          <w:p w14:paraId="3E463556" w14:textId="0818098C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LT3463AEDD#PBF</w:t>
            </w:r>
          </w:p>
        </w:tc>
      </w:tr>
      <w:tr w:rsidR="00911E27" w:rsidRPr="00911E27" w14:paraId="6C0433E5" w14:textId="77777777" w:rsidTr="00A24EB6">
        <w:tc>
          <w:tcPr>
            <w:tcW w:w="677" w:type="dxa"/>
            <w:vAlign w:val="bottom"/>
          </w:tcPr>
          <w:p w14:paraId="0AC3BCC9" w14:textId="75CA62A8" w:rsidR="00911E27" w:rsidRPr="00911E27" w:rsidRDefault="00911E27" w:rsidP="00911E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07" w:type="dxa"/>
            <w:vAlign w:val="bottom"/>
          </w:tcPr>
          <w:p w14:paraId="122E33EE" w14:textId="1ECBCDD8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8" w:type="dxa"/>
            <w:vAlign w:val="bottom"/>
          </w:tcPr>
          <w:p w14:paraId="118ADAD3" w14:textId="224AC35C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VIOC+,VIOC-</w:t>
            </w:r>
          </w:p>
        </w:tc>
        <w:tc>
          <w:tcPr>
            <w:tcW w:w="3382" w:type="dxa"/>
            <w:vAlign w:val="bottom"/>
          </w:tcPr>
          <w:p w14:paraId="16F98E52" w14:textId="2866E919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CONN FEMALE 2POS 2.54MM PITCH R/A</w:t>
            </w:r>
          </w:p>
        </w:tc>
        <w:tc>
          <w:tcPr>
            <w:tcW w:w="1592" w:type="dxa"/>
            <w:vAlign w:val="bottom"/>
          </w:tcPr>
          <w:p w14:paraId="7ED5A611" w14:textId="554AF7DC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1917" w:type="dxa"/>
            <w:vAlign w:val="bottom"/>
          </w:tcPr>
          <w:p w14:paraId="6550E8EA" w14:textId="1D32E52D" w:rsidR="00911E27" w:rsidRPr="00911E27" w:rsidRDefault="00911E27" w:rsidP="00911E27">
            <w:pPr>
              <w:rPr>
                <w:sz w:val="18"/>
                <w:szCs w:val="18"/>
              </w:rPr>
            </w:pPr>
            <w:r w:rsidRPr="00911E27">
              <w:rPr>
                <w:rFonts w:ascii="Calibri" w:hAnsi="Calibri" w:cs="Calibri"/>
                <w:color w:val="000000"/>
                <w:sz w:val="18"/>
                <w:szCs w:val="18"/>
              </w:rPr>
              <w:t>PPPC021LGBN-RC</w:t>
            </w:r>
          </w:p>
        </w:tc>
      </w:tr>
    </w:tbl>
    <w:p w14:paraId="66740041" w14:textId="77777777" w:rsidR="00305C13" w:rsidRDefault="00305C13"/>
    <w:sectPr w:rsidR="00305C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near Helv Cond">
    <w:panose1 w:val="020B05060202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2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505"/>
    <w:rsid w:val="00012CE8"/>
    <w:rsid w:val="00023FA9"/>
    <w:rsid w:val="000972E7"/>
    <w:rsid w:val="000B48C4"/>
    <w:rsid w:val="000F6505"/>
    <w:rsid w:val="00296005"/>
    <w:rsid w:val="002E0C9B"/>
    <w:rsid w:val="002F38D4"/>
    <w:rsid w:val="00305C13"/>
    <w:rsid w:val="00320B73"/>
    <w:rsid w:val="00321CE9"/>
    <w:rsid w:val="00330065"/>
    <w:rsid w:val="00491752"/>
    <w:rsid w:val="004928FB"/>
    <w:rsid w:val="004B2729"/>
    <w:rsid w:val="004C2E5C"/>
    <w:rsid w:val="004E091D"/>
    <w:rsid w:val="00503D2E"/>
    <w:rsid w:val="00560DE4"/>
    <w:rsid w:val="005F3501"/>
    <w:rsid w:val="006807A4"/>
    <w:rsid w:val="00766303"/>
    <w:rsid w:val="00796B43"/>
    <w:rsid w:val="008007AD"/>
    <w:rsid w:val="00801A6A"/>
    <w:rsid w:val="0081245C"/>
    <w:rsid w:val="0082546E"/>
    <w:rsid w:val="00881D57"/>
    <w:rsid w:val="00911E27"/>
    <w:rsid w:val="0093436D"/>
    <w:rsid w:val="009677CA"/>
    <w:rsid w:val="009A3EBB"/>
    <w:rsid w:val="00A02BE5"/>
    <w:rsid w:val="00A24EB6"/>
    <w:rsid w:val="00A8432E"/>
    <w:rsid w:val="00AC5922"/>
    <w:rsid w:val="00B11642"/>
    <w:rsid w:val="00BC69A3"/>
    <w:rsid w:val="00BD6330"/>
    <w:rsid w:val="00C26CF5"/>
    <w:rsid w:val="00C47A63"/>
    <w:rsid w:val="00C71C60"/>
    <w:rsid w:val="00CA6D7C"/>
    <w:rsid w:val="00CB52D3"/>
    <w:rsid w:val="00CD40DA"/>
    <w:rsid w:val="00D313C7"/>
    <w:rsid w:val="00DC0127"/>
    <w:rsid w:val="00E14A65"/>
    <w:rsid w:val="00E311D6"/>
    <w:rsid w:val="00E569D3"/>
    <w:rsid w:val="00E831E8"/>
    <w:rsid w:val="00E94C07"/>
    <w:rsid w:val="00F0702A"/>
    <w:rsid w:val="00FB5A1C"/>
    <w:rsid w:val="00FE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542B6"/>
  <w15:chartTrackingRefBased/>
  <w15:docId w15:val="{E58F644E-C732-4C5A-9CCE-9921E059D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2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taley2\Analog%20Devices,%20Inc\Stokowski,%20Michael%20-%20James%20Staley\SCP\SCP%20Demo%20Board%20Manuals\BO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B0DC1489D1C24F88522D598BF94248" ma:contentTypeVersion="12" ma:contentTypeDescription="Create a new document." ma:contentTypeScope="" ma:versionID="70f636e79261ada2707e1b94912b51ea">
  <xsd:schema xmlns:xsd="http://www.w3.org/2001/XMLSchema" xmlns:xs="http://www.w3.org/2001/XMLSchema" xmlns:p="http://schemas.microsoft.com/office/2006/metadata/properties" xmlns:ns2="b02634df-5a0c-4e5e-bff3-c092c35a0bb6" xmlns:ns3="d7097655-d571-4a32-91e2-b68396115305" targetNamespace="http://schemas.microsoft.com/office/2006/metadata/properties" ma:root="true" ma:fieldsID="a48130dff93e35a5cb03d2a6adf0b992" ns2:_="" ns3:_="">
    <xsd:import namespace="b02634df-5a0c-4e5e-bff3-c092c35a0bb6"/>
    <xsd:import namespace="d7097655-d571-4a32-91e2-b68396115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634df-5a0c-4e5e-bff3-c092c35a0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97655-d571-4a32-91e2-b68396115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CE4DAE-A40C-466F-9A3D-1D9D2A8B70ED}"/>
</file>

<file path=customXml/itemProps2.xml><?xml version="1.0" encoding="utf-8"?>
<ds:datastoreItem xmlns:ds="http://schemas.openxmlformats.org/officeDocument/2006/customXml" ds:itemID="{2C9F6E41-FC4E-47C3-ABFE-28E9586EE1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0C0EC8-332E-4E3D-A5D7-5E38560B85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BOM</Template>
  <TotalTime>165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Staley, James-R</dc:creator>
  <cp:keywords/>
  <dc:description/>
  <cp:lastModifiedBy>Staley, James-R</cp:lastModifiedBy>
  <cp:revision>33</cp:revision>
  <dcterms:created xsi:type="dcterms:W3CDTF">2020-04-16T16:32:00Z</dcterms:created>
  <dcterms:modified xsi:type="dcterms:W3CDTF">2020-04-16T19:17:00Z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0x01010060B0DC1489D1C24F88522D598BF94248</vt:lpwstr>
  </property>
</Properties>
</file>